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8B6F2-515E-4F67-B5E7-98B40C9E606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